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064A1889" w:rsidR="00F422D3" w:rsidRPr="00C537D8" w:rsidRDefault="00F422D3" w:rsidP="00BB1390">
      <w:pPr>
        <w:pStyle w:val="Titul2"/>
        <w:rPr>
          <w:sz w:val="18"/>
          <w:szCs w:val="18"/>
        </w:rPr>
      </w:pPr>
      <w:r>
        <w:t xml:space="preserve">Název </w:t>
      </w:r>
      <w:r w:rsidRPr="00C537D8">
        <w:t>zakázky: „</w:t>
      </w:r>
      <w:r w:rsidR="00BD2A4B" w:rsidRPr="00BD2A4B">
        <w:t>Výstavba PZS přejezdu P7780 v km 3,915 trati Krnov - Jindřichov ve Slezsku</w:t>
      </w:r>
      <w:r w:rsidRPr="00C537D8">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Ing. Miroslavem Bocákem,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4EDB10F9" w:rsidR="00F422D3" w:rsidRDefault="00005E28" w:rsidP="00B42F40">
      <w:pPr>
        <w:pStyle w:val="Textbezodsazen"/>
      </w:pPr>
      <w:r>
        <w:t xml:space="preserve">ISPROFOND/SUBISPROFIN: </w:t>
      </w:r>
      <w:r w:rsidR="00BD2A4B" w:rsidRPr="00BD2A4B">
        <w:t>3273514800 / 5813520064</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704C1A44" w:rsidR="007D26F9" w:rsidRDefault="007D26F9" w:rsidP="00BD2A4B">
      <w:pPr>
        <w:pStyle w:val="Text1-1"/>
      </w:pPr>
      <w:r>
        <w:t xml:space="preserve">Objednatel oznámil </w:t>
      </w:r>
      <w:r w:rsidR="00A52FFF" w:rsidRPr="00A52FFF">
        <w:rPr>
          <w:highlight w:val="yellow"/>
        </w:rPr>
        <w:t>uveřejněním na Profilu zadavatele</w:t>
      </w:r>
      <w:r w:rsidRPr="00A52FFF">
        <w:rPr>
          <w:highlight w:val="yellow"/>
        </w:rPr>
        <w:t xml:space="preserve">: </w:t>
      </w:r>
      <w:hyperlink r:id="rId11" w:history="1">
        <w:r w:rsidR="00A52FFF" w:rsidRPr="00A52FFF">
          <w:rPr>
            <w:rStyle w:val="Hypertextovodkaz"/>
            <w:noProof w:val="0"/>
            <w:highlight w:val="yellow"/>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názvem „</w:t>
      </w:r>
      <w:r w:rsidR="00BD2A4B" w:rsidRPr="00BD2A4B">
        <w:rPr>
          <w:rStyle w:val="Tun"/>
        </w:rPr>
        <w:t>Výstavba PZS přejezdu P7780 v km 3,915 trati Krnov - Jindřichov ve Slezsku</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0493496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ust.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19C6C67" w:rsidR="008911C8" w:rsidRPr="000F6E25"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w:t>
      </w:r>
      <w:r w:rsidRPr="000F6E25">
        <w:t>termíny Harmonogramu postupu prací jsou následující:</w:t>
      </w:r>
    </w:p>
    <w:p w14:paraId="58D7039C" w14:textId="640BD740" w:rsidR="008911C8" w:rsidRPr="000F6E25" w:rsidRDefault="008911C8" w:rsidP="008911C8">
      <w:pPr>
        <w:pStyle w:val="Textbezslovn"/>
      </w:pPr>
      <w:r w:rsidRPr="000F6E25">
        <w:rPr>
          <w:b/>
        </w:rPr>
        <w:t>Zahájení činnosti Zhotovitele</w:t>
      </w:r>
      <w:r w:rsidRPr="000F6E25">
        <w:t xml:space="preserve">: </w:t>
      </w:r>
      <w:r w:rsidRPr="000F6E25">
        <w:rPr>
          <w:rStyle w:val="Tun"/>
        </w:rPr>
        <w:t>po nabytí účinnosti Smlouvy</w:t>
      </w:r>
      <w:r w:rsidR="00C537D8" w:rsidRPr="000F6E25">
        <w:rPr>
          <w:rStyle w:val="Tun"/>
        </w:rPr>
        <w:t>.</w:t>
      </w:r>
    </w:p>
    <w:p w14:paraId="2B5A9C4F" w14:textId="0C33B40D" w:rsidR="00BD2A4B" w:rsidRPr="000F6E25" w:rsidRDefault="008911C8" w:rsidP="00BD2A4B">
      <w:pPr>
        <w:pStyle w:val="Textbezslovn"/>
      </w:pPr>
      <w:r w:rsidRPr="000F6E25">
        <w:rPr>
          <w:b/>
        </w:rPr>
        <w:t>Celková lhůta pro provedení Díla</w:t>
      </w:r>
      <w:r w:rsidR="00BD2A4B" w:rsidRPr="000F6E25">
        <w:t xml:space="preserve"> činí celkem </w:t>
      </w:r>
      <w:r w:rsidR="00BD2A4B" w:rsidRPr="00242413">
        <w:rPr>
          <w:b/>
        </w:rPr>
        <w:t>24</w:t>
      </w:r>
      <w:r w:rsidRPr="00242413">
        <w:rPr>
          <w:rStyle w:val="Tun"/>
        </w:rPr>
        <w:t xml:space="preserve"> měsíců</w:t>
      </w:r>
      <w:r w:rsidRPr="00242413">
        <w:rPr>
          <w:b/>
        </w:rPr>
        <w:t xml:space="preserve"> od nabytí účinnosti Smlouvy</w:t>
      </w:r>
      <w:r w:rsidRPr="00242413">
        <w:t xml:space="preserve"> (dokladem prokazujícím, že Zhotovitel dokončil celé Dílo, je Předávací protokol dle </w:t>
      </w:r>
      <w:r w:rsidR="00BD2A4B" w:rsidRPr="00242413">
        <w:t>odst. 10.4 Obchodních podmínek)</w:t>
      </w:r>
      <w:r w:rsidR="00BD2A4B" w:rsidRPr="000F6E25">
        <w:t>.</w:t>
      </w:r>
    </w:p>
    <w:p w14:paraId="3F9B76F6" w14:textId="20A92D31" w:rsidR="00BD2A4B" w:rsidRPr="00242413" w:rsidRDefault="008911C8" w:rsidP="00BD2A4B">
      <w:pPr>
        <w:pStyle w:val="Textbezslovn"/>
      </w:pPr>
      <w:r w:rsidRPr="000F6E25">
        <w:rPr>
          <w:b/>
        </w:rPr>
        <w:t>Zpracování a předání dílčí části Projektové dokumentace</w:t>
      </w:r>
      <w:r w:rsidRPr="000F6E25">
        <w:t xml:space="preserve"> v rozsahu Příl</w:t>
      </w:r>
      <w:r w:rsidRPr="00242413">
        <w:t xml:space="preserve">ohy č. 3 vyhlášky č.146/2008 Sb. spolu se zajištěním stavebního povolení bude provedeno do </w:t>
      </w:r>
      <w:r w:rsidR="00BD2A4B" w:rsidRPr="00242413">
        <w:rPr>
          <w:rStyle w:val="Tun"/>
        </w:rPr>
        <w:t>12</w:t>
      </w:r>
      <w:r w:rsidRPr="00242413">
        <w:rPr>
          <w:rStyle w:val="Tun"/>
        </w:rPr>
        <w:t> měsíců</w:t>
      </w:r>
      <w:r w:rsidRPr="00242413">
        <w:t xml:space="preserve"> </w:t>
      </w:r>
      <w:r w:rsidRPr="00242413">
        <w:rPr>
          <w:b/>
        </w:rPr>
        <w:t>ode dne nabytí účinnosti Smlouvy</w:t>
      </w:r>
      <w:r w:rsidR="00BD2A4B" w:rsidRPr="00242413">
        <w:t xml:space="preserve">, přičemž: </w:t>
      </w:r>
    </w:p>
    <w:p w14:paraId="4A2F87B8" w14:textId="48F1213E" w:rsidR="00BD2A4B" w:rsidRPr="00242413" w:rsidRDefault="00BD2A4B" w:rsidP="00BD2A4B">
      <w:pPr>
        <w:pStyle w:val="Textbezslovn"/>
        <w:spacing w:after="0"/>
        <w:ind w:left="1418" w:hanging="425"/>
      </w:pPr>
      <w:r w:rsidRPr="00242413">
        <w:t>-</w:t>
      </w:r>
      <w:r w:rsidRPr="00242413">
        <w:tab/>
        <w:t>lhůta pro zpracování dokumentace pro stavební povolení k připomínkám činí 7 měsíců</w:t>
      </w:r>
      <w:r w:rsidR="002121BD" w:rsidRPr="00242413">
        <w:t xml:space="preserve"> </w:t>
      </w:r>
      <w:r w:rsidR="002121BD" w:rsidRPr="000F6E25">
        <w:t>ode dne nabytí účinnosti Smlouvy,</w:t>
      </w:r>
    </w:p>
    <w:p w14:paraId="1C767B35" w14:textId="4EB18C5C" w:rsidR="00BD2A4B" w:rsidRPr="00242413" w:rsidRDefault="00BD2A4B" w:rsidP="00BD2A4B">
      <w:pPr>
        <w:pStyle w:val="Textbezslovn"/>
        <w:spacing w:after="0"/>
        <w:ind w:left="1418" w:hanging="425"/>
      </w:pPr>
      <w:r w:rsidRPr="00242413">
        <w:t>-</w:t>
      </w:r>
      <w:r w:rsidRPr="00242413">
        <w:tab/>
        <w:t>lhůta pro zpracování dokumentace pro stavební povolení se zapracovanými připomínkami činí 9 měsíců</w:t>
      </w:r>
      <w:r w:rsidR="002121BD" w:rsidRPr="00242413">
        <w:t xml:space="preserve"> </w:t>
      </w:r>
      <w:r w:rsidR="002121BD" w:rsidRPr="000F6E25">
        <w:t>ode dne nabytí účinnosti Smlouvy,</w:t>
      </w:r>
    </w:p>
    <w:p w14:paraId="0861602C" w14:textId="14FAA83A" w:rsidR="00BD2A4B" w:rsidRDefault="00BD2A4B" w:rsidP="00BD2A4B">
      <w:pPr>
        <w:pStyle w:val="Textbezslovn"/>
        <w:spacing w:after="0"/>
        <w:ind w:left="1418" w:hanging="425"/>
      </w:pPr>
      <w:r w:rsidRPr="00242413">
        <w:t>-</w:t>
      </w:r>
      <w:r w:rsidRPr="00242413">
        <w:tab/>
        <w:t>lhůta pro zajištění pravomocného stavebního povolení činí 12 měsíců</w:t>
      </w:r>
      <w:r w:rsidR="002121BD" w:rsidRPr="000F6E25">
        <w:t xml:space="preserve"> ode dne nabytí účinnosti Smlouvy.</w:t>
      </w:r>
    </w:p>
    <w:p w14:paraId="150D27D2" w14:textId="6946C2AE" w:rsidR="008911C8" w:rsidRDefault="008911C8" w:rsidP="008911C8">
      <w:pPr>
        <w:pStyle w:val="Textbezslovn"/>
      </w:pPr>
    </w:p>
    <w:p w14:paraId="34BD7111" w14:textId="62874EDD" w:rsidR="008911C8" w:rsidRPr="00242413" w:rsidRDefault="008911C8" w:rsidP="00CB2DC6">
      <w:pPr>
        <w:pStyle w:val="Textbezslovn"/>
      </w:pPr>
      <w:r w:rsidRPr="00C537D8">
        <w:rPr>
          <w:b/>
        </w:rPr>
        <w:t>Lhůta pro dokončení prací</w:t>
      </w:r>
      <w:r>
        <w:t xml:space="preserve"> (dílčí části Projektové dokumentace v rozsahu projektové </w:t>
      </w:r>
      <w:r w:rsidRPr="00242413">
        <w:t>dokumentace pro stavební povolení a přílohy č. 4 vyhlášky č.</w:t>
      </w:r>
      <w:r w:rsidR="00CB2DC6" w:rsidRPr="00242413">
        <w:t> </w:t>
      </w:r>
      <w:r w:rsidRPr="00242413">
        <w:t>146/2008 Sb. a</w:t>
      </w:r>
      <w:r w:rsidR="00CB2DC6" w:rsidRPr="00242413">
        <w:t> </w:t>
      </w:r>
      <w:r w:rsidRPr="00242413">
        <w:t xml:space="preserve">stavebních prací) činí celkem </w:t>
      </w:r>
      <w:r w:rsidR="00BD2A4B" w:rsidRPr="00242413">
        <w:rPr>
          <w:rStyle w:val="Tun"/>
        </w:rPr>
        <w:t>18</w:t>
      </w:r>
      <w:r w:rsidRPr="00242413">
        <w:rPr>
          <w:rStyle w:val="Tun"/>
        </w:rPr>
        <w:t xml:space="preserve"> měsíců</w:t>
      </w:r>
      <w:r w:rsidRPr="00242413">
        <w:rPr>
          <w:b/>
        </w:rPr>
        <w:t xml:space="preserve"> ode dne nabytí účinnosti Smlouvy</w:t>
      </w:r>
      <w:r w:rsidRPr="00242413">
        <w:t xml:space="preserve"> (dokladem prokazujícím, že Zhotovitel dokončil projekční a stavební práce a předal Objednateli veškerá plnění připadající na tyto části Díla, je poslední Zápis o předání a převzetí Díla). </w:t>
      </w:r>
    </w:p>
    <w:p w14:paraId="3E33DF50" w14:textId="77777777" w:rsidR="00BD2A4B" w:rsidRPr="00242413" w:rsidRDefault="00BD2A4B" w:rsidP="00BD2A4B">
      <w:pPr>
        <w:pStyle w:val="Textbezslovn"/>
        <w:spacing w:after="0"/>
        <w:rPr>
          <w:b/>
        </w:rPr>
      </w:pPr>
      <w:r w:rsidRPr="00242413">
        <w:rPr>
          <w:b/>
        </w:rPr>
        <w:t xml:space="preserve">Následná úprava směrového a výškového uspořádání koleje, která se týká </w:t>
      </w:r>
    </w:p>
    <w:p w14:paraId="3A679D60" w14:textId="77777777" w:rsidR="00BD2A4B" w:rsidRPr="00242413" w:rsidRDefault="00BD2A4B" w:rsidP="00BD2A4B">
      <w:pPr>
        <w:pStyle w:val="Textbezslovn"/>
        <w:spacing w:after="0"/>
        <w:rPr>
          <w:b/>
        </w:rPr>
      </w:pPr>
      <w:r w:rsidRPr="00242413">
        <w:rPr>
          <w:b/>
        </w:rPr>
        <w:t>„SO 01-10-01</w:t>
      </w:r>
      <w:r w:rsidRPr="00242413">
        <w:rPr>
          <w:b/>
        </w:rPr>
        <w:tab/>
        <w:t xml:space="preserve">Železniční svršek P7780 v km 3,915“ a </w:t>
      </w:r>
    </w:p>
    <w:p w14:paraId="2EF5DF47" w14:textId="77777777" w:rsidR="00BD2A4B" w:rsidRPr="00242413" w:rsidRDefault="00BD2A4B" w:rsidP="00BD2A4B">
      <w:pPr>
        <w:pStyle w:val="Textbezslovn"/>
        <w:spacing w:after="0"/>
      </w:pPr>
      <w:r w:rsidRPr="00242413">
        <w:rPr>
          <w:b/>
        </w:rPr>
        <w:t>„SO 02-10-01 Železniční svršek P7781 v km 4,373“</w:t>
      </w:r>
      <w:r w:rsidRPr="00242413">
        <w:t xml:space="preserve">, </w:t>
      </w:r>
    </w:p>
    <w:p w14:paraId="4A74DBBE" w14:textId="18904CAA" w:rsidR="00BD2A4B" w:rsidRDefault="00BD2A4B" w:rsidP="00BD2A4B">
      <w:pPr>
        <w:pStyle w:val="Textbezslovn"/>
        <w:spacing w:after="0"/>
      </w:pPr>
      <w:r w:rsidRPr="00242413">
        <w:t xml:space="preserve">bude provedena do </w:t>
      </w:r>
      <w:r w:rsidRPr="00242413">
        <w:rPr>
          <w:b/>
        </w:rPr>
        <w:t>5 měsíců</w:t>
      </w:r>
      <w:r w:rsidRPr="00242413">
        <w:t xml:space="preserve"> ode dne podpisu posledního Zápisu o předání a převzetí Díla.</w:t>
      </w:r>
    </w:p>
    <w:p w14:paraId="72D9E75A" w14:textId="77777777" w:rsidR="00BD2A4B" w:rsidRPr="00BD2A4B" w:rsidRDefault="00BD2A4B" w:rsidP="00BD2A4B">
      <w:pPr>
        <w:pStyle w:val="Textbezslovn"/>
        <w:spacing w:after="0"/>
        <w:rPr>
          <w:b/>
        </w:rPr>
      </w:pPr>
    </w:p>
    <w:p w14:paraId="7BE966EC" w14:textId="001EE1CB" w:rsidR="00BD2A4B" w:rsidRPr="00242413" w:rsidRDefault="00BD2A4B" w:rsidP="00BD2A4B">
      <w:pPr>
        <w:pStyle w:val="Textbezslovn"/>
      </w:pPr>
      <w:r>
        <w:t xml:space="preserve">Po </w:t>
      </w:r>
      <w:r w:rsidRPr="00242413">
        <w:t>provedení úpravy směrového a výškového uspořádání koleje bude proveden Zápis o předání a převzetí následné úpravy směrového a výškového uspořádání koleje.</w:t>
      </w:r>
    </w:p>
    <w:p w14:paraId="62A7617B" w14:textId="3754A1CC" w:rsidR="008911C8" w:rsidRDefault="008911C8" w:rsidP="00CB2DC6">
      <w:pPr>
        <w:pStyle w:val="Textbezslovn"/>
      </w:pPr>
      <w:r w:rsidRPr="00242413">
        <w:rPr>
          <w:b/>
        </w:rPr>
        <w:t>Předání posouzení interoperability</w:t>
      </w:r>
      <w:r w:rsidRPr="00242413">
        <w:t xml:space="preserve">, včetně zajištění všech souvisejících dokladů, podle ust. § 49b zákona 266/1994 Sb. ve znění pozdějších předpisů, </w:t>
      </w:r>
      <w:r w:rsidRPr="00242413">
        <w:rPr>
          <w:b/>
        </w:rPr>
        <w:t>předání osvědčení o</w:t>
      </w:r>
      <w:r w:rsidR="00CB2DC6" w:rsidRPr="00242413">
        <w:rPr>
          <w:b/>
        </w:rPr>
        <w:t> </w:t>
      </w:r>
      <w:r w:rsidRPr="00242413">
        <w:rPr>
          <w:b/>
        </w:rPr>
        <w:t>bezpečnosti</w:t>
      </w:r>
      <w:r w:rsidRPr="00242413">
        <w:t xml:space="preserve"> zpracovaného nezávislým posuzovatelem podle prováděcího nařízení Komise (EU) č. 402/2013 ze dne 30. dubna 2013 o společné bezpečnostní metodě pro hodnocení a posuzování rizik a o zrušení nařízení (ES) č. 352/2009, </w:t>
      </w:r>
      <w:r w:rsidRPr="00242413">
        <w:rPr>
          <w:b/>
        </w:rPr>
        <w:t xml:space="preserve">předání souborného zpracování geodetické části dokumentace skutečného provedení </w:t>
      </w:r>
      <w:r w:rsidRPr="00242413">
        <w:rPr>
          <w:b/>
        </w:rPr>
        <w:lastRenderedPageBreak/>
        <w:t>stavby</w:t>
      </w:r>
      <w:r w:rsidRPr="00242413">
        <w:t xml:space="preserve"> a</w:t>
      </w:r>
      <w:r w:rsidR="00CB2DC6" w:rsidRPr="00242413">
        <w:t> </w:t>
      </w:r>
      <w:r w:rsidRPr="00242413">
        <w:t xml:space="preserve">kompletní technické části dokumentace skutečného provedení stavby bude provedeno nejpozději do </w:t>
      </w:r>
      <w:r w:rsidRPr="00242413">
        <w:rPr>
          <w:rStyle w:val="Tun"/>
        </w:rPr>
        <w:t>6 měsíců</w:t>
      </w:r>
      <w:r w:rsidRPr="00242413">
        <w:t xml:space="preserve"> </w:t>
      </w:r>
      <w:r w:rsidRPr="00242413">
        <w:rPr>
          <w:b/>
        </w:rPr>
        <w:t>ode dne podpisu posledního Zápisu o předání a převzetí Díla</w:t>
      </w:r>
      <w:r w:rsidR="00BD2A4B" w:rsidRPr="00242413">
        <w:t>, vyjma zápisu o předání a převzetí následné úpravy směrového a výškového uspořádání koleje.</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Pr="00242413" w:rsidRDefault="007D26F9" w:rsidP="00BC5BDD">
      <w:pPr>
        <w:pStyle w:val="Text1-1"/>
      </w:pPr>
      <w:r>
        <w:t>Ust. § 2605 odst. 1</w:t>
      </w:r>
      <w:r w:rsidR="00A349C6">
        <w:t xml:space="preserve"> a </w:t>
      </w:r>
      <w:r>
        <w:t xml:space="preserve">ust. § 2628 občanského zákoníku se nepoužije. Dílo je provedeno </w:t>
      </w:r>
      <w:r w:rsidRPr="00242413">
        <w:t>tehdy, je-li dokončeno řádně</w:t>
      </w:r>
      <w:r w:rsidR="00A349C6" w:rsidRPr="00242413">
        <w:t xml:space="preserve"> a </w:t>
      </w:r>
      <w:r w:rsidRPr="00242413">
        <w:t>včas</w:t>
      </w:r>
      <w:r w:rsidR="00A349C6" w:rsidRPr="00242413">
        <w:t xml:space="preserve"> a </w:t>
      </w:r>
      <w:r w:rsidRPr="00242413">
        <w:t>Objednatelem převzato sjednaným způsobem.</w:t>
      </w:r>
    </w:p>
    <w:p w14:paraId="0785D9D6" w14:textId="0C438B6E" w:rsidR="0029098E" w:rsidRPr="00242413" w:rsidRDefault="0029098E" w:rsidP="00BC5BDD">
      <w:pPr>
        <w:pStyle w:val="Text1-1"/>
      </w:pPr>
      <w:r w:rsidRPr="00242413">
        <w:t>Místo plnění je dáno místem, v němž má být Dílo dle Dokumentace pro stavební povolení a příslušných veřejnoprávních povolení umístěno.</w:t>
      </w:r>
    </w:p>
    <w:p w14:paraId="6A639B7F" w14:textId="03F0F39D" w:rsidR="00CB2DC6" w:rsidRPr="00242413" w:rsidRDefault="00CB2DC6" w:rsidP="00BD2A4B">
      <w:pPr>
        <w:pStyle w:val="Text1-1"/>
        <w:rPr>
          <w:i/>
          <w:color w:val="00B050"/>
        </w:rPr>
      </w:pPr>
      <w:r w:rsidRPr="00242413">
        <w:t>Odst.</w:t>
      </w:r>
      <w:r w:rsidR="00AA4762" w:rsidRPr="00242413">
        <w:t> </w:t>
      </w:r>
      <w:r w:rsidRPr="00242413">
        <w:t>13.9 přílohy č.</w:t>
      </w:r>
      <w:r w:rsidR="00745D88" w:rsidRPr="00242413">
        <w:t xml:space="preserve"> </w:t>
      </w:r>
      <w:r w:rsidRPr="00242413">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4DBE87BB" w14:textId="3C796C2E" w:rsidR="00BD2A4B" w:rsidRPr="00242413" w:rsidRDefault="00BD2A4B" w:rsidP="00BD2A4B">
      <w:pPr>
        <w:pStyle w:val="Text1-1"/>
        <w:numPr>
          <w:ilvl w:val="0"/>
          <w:numId w:val="0"/>
        </w:numPr>
        <w:ind w:left="737"/>
      </w:pPr>
      <w:r w:rsidRPr="00242413">
        <w:t>Výkon autorského dozoru bude fakturován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lastRenderedPageBreak/>
        <w:t xml:space="preserve">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1B74362B" w:rsidR="007C42A7" w:rsidRPr="00242413" w:rsidRDefault="007C42A7" w:rsidP="00BD2A4B">
      <w:pPr>
        <w:pStyle w:val="Text1-1"/>
        <w:rPr>
          <w:b/>
        </w:rPr>
      </w:pPr>
      <w:r w:rsidRPr="00242413">
        <w:rPr>
          <w:b/>
        </w:rPr>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r w:rsidRPr="00DB3C3F">
        <w:t>Compliance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.1 této Smlouvy. Za každý byť i započatý den prodlení se splněním </w:t>
      </w:r>
      <w:r w:rsidRPr="00513891">
        <w:rPr>
          <w:rFonts w:eastAsia="Times New Roman" w:cs="Times New Roman"/>
          <w:sz w:val="18"/>
          <w:szCs w:val="18"/>
        </w:rPr>
        <w:lastRenderedPageBreak/>
        <w:t>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obchodním zvyklostem, které tak nemají přednost před ustanoveními zákona dle ust.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w:t>
      </w:r>
      <w:r w:rsidRPr="000A1915">
        <w:rPr>
          <w:color w:val="000000" w:themeColor="text1"/>
        </w:rPr>
        <w:lastRenderedPageBreak/>
        <w:t xml:space="preserve">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w:t>
      </w:r>
      <w: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CBE604B" w:rsidR="007D26F9" w:rsidRDefault="007D26F9" w:rsidP="00342DC7">
      <w:pPr>
        <w:pStyle w:val="Textbezslovn"/>
      </w:pPr>
      <w:r w:rsidRPr="00A349C6">
        <w:rPr>
          <w:b/>
        </w:rPr>
        <w:t>Příloha č. 1:</w:t>
      </w:r>
      <w:r w:rsidR="008F7242">
        <w:t xml:space="preserve"> </w:t>
      </w:r>
      <w:r w:rsidR="008F7242">
        <w:tab/>
      </w:r>
      <w:r>
        <w:t xml:space="preserve">Obchodní podmínky – </w:t>
      </w:r>
      <w:r w:rsidR="00BD2A4B" w:rsidRPr="000E31C2">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02720812" w:rsidR="007D26F9" w:rsidRDefault="00F43D42" w:rsidP="00F43D42">
      <w:pPr>
        <w:pStyle w:val="Textbezslovn"/>
        <w:ind w:left="2127"/>
      </w:pPr>
      <w:r>
        <w:t xml:space="preserve">b) </w:t>
      </w:r>
      <w:r w:rsidR="007D26F9">
        <w:t xml:space="preserve">Všeobecné technické podmínky – </w:t>
      </w:r>
      <w:r w:rsidR="00BD2A4B" w:rsidRPr="00BB21C0">
        <w:rPr>
          <w:b/>
        </w:rPr>
        <w:t>VTP/P+R/06/20</w:t>
      </w:r>
    </w:p>
    <w:p w14:paraId="53360C92" w14:textId="7B5FCE10" w:rsidR="007D26F9" w:rsidRDefault="00F43D42" w:rsidP="00F43D42">
      <w:pPr>
        <w:pStyle w:val="Textbezslovn"/>
        <w:ind w:left="2127"/>
      </w:pPr>
      <w:r>
        <w:t xml:space="preserve">c) </w:t>
      </w:r>
      <w:r w:rsidR="007D26F9">
        <w:t xml:space="preserve">Zvláštní technické podmínky </w:t>
      </w:r>
      <w:r w:rsidR="00E432F5">
        <w:t xml:space="preserve">- </w:t>
      </w:r>
      <w:r w:rsidR="00E432F5" w:rsidRPr="000E31C2">
        <w:rPr>
          <w:b/>
        </w:rPr>
        <w:t>ZTP „</w:t>
      </w:r>
      <w:r w:rsidR="00E432F5" w:rsidRPr="00242413">
        <w:rPr>
          <w:b/>
        </w:rPr>
        <w:t xml:space="preserve">Výstavba PZS přejezdu P7780 v km 3,915 trati Krnov - Jindřichov ve Slezsku“ </w:t>
      </w:r>
      <w:r w:rsidR="00E432F5" w:rsidRPr="00242413">
        <w:t>ze dne 1. 3.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7459D424" w:rsidR="007145F3" w:rsidRDefault="00BD2A4B" w:rsidP="00CB4F6D">
      <w:pPr>
        <w:pStyle w:val="Textbezodsazen"/>
      </w:pPr>
      <w:r w:rsidRPr="000E31C2">
        <w:rPr>
          <w:b/>
        </w:rPr>
        <w:t>OP/P+R/25/21</w:t>
      </w: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3084EC8E" w:rsidR="00342DC7" w:rsidRPr="00AE4B52" w:rsidRDefault="00342DC7" w:rsidP="00E432F5">
      <w:pPr>
        <w:pStyle w:val="Odstavec1-1a"/>
        <w:rPr>
          <w:rStyle w:val="Tun"/>
        </w:rPr>
      </w:pPr>
      <w:r w:rsidRPr="00AE4B52">
        <w:rPr>
          <w:rStyle w:val="Tun"/>
        </w:rPr>
        <w:t xml:space="preserve">Všeobecné technické podmínky </w:t>
      </w:r>
      <w:r w:rsidR="00E432F5" w:rsidRPr="00E432F5">
        <w:rPr>
          <w:b/>
        </w:rPr>
        <w:t>VTP/P+R/06/20</w:t>
      </w:r>
    </w:p>
    <w:p w14:paraId="13B99178" w14:textId="0E0C19F8" w:rsidR="00342DC7" w:rsidRPr="00AE4B52" w:rsidRDefault="00342DC7" w:rsidP="00E432F5">
      <w:pPr>
        <w:pStyle w:val="Odstavec1-1a"/>
        <w:rPr>
          <w:rStyle w:val="Tun"/>
        </w:rPr>
      </w:pPr>
      <w:r w:rsidRPr="00AE4B52">
        <w:rPr>
          <w:rStyle w:val="Tun"/>
        </w:rPr>
        <w:t>Zvláštní technické podmínky</w:t>
      </w:r>
      <w:r w:rsidR="00E432F5">
        <w:rPr>
          <w:rStyle w:val="Tun"/>
        </w:rPr>
        <w:t xml:space="preserve"> - </w:t>
      </w:r>
      <w:r w:rsidR="00E432F5" w:rsidRPr="00E432F5">
        <w:rPr>
          <w:b/>
        </w:rPr>
        <w:t>ZTP „Výstavba PZS přejezdu P7780 v km 3,915 trati Krnov - Ji</w:t>
      </w:r>
      <w:r w:rsidR="00E432F5">
        <w:rPr>
          <w:b/>
        </w:rPr>
        <w:t>ndřichov ve Slezsku</w:t>
      </w:r>
      <w:r w:rsidR="00E432F5" w:rsidRPr="00242413">
        <w:rPr>
          <w:b/>
        </w:rPr>
        <w:t>“ ze dne 1. 3.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62A7CF9A" w14:textId="77777777" w:rsidR="00E432F5" w:rsidRPr="00E432F5" w:rsidRDefault="00E432F5" w:rsidP="00E432F5">
      <w:pPr>
        <w:pStyle w:val="Odstavecseseznamem"/>
        <w:numPr>
          <w:ilvl w:val="0"/>
          <w:numId w:val="40"/>
        </w:numPr>
        <w:rPr>
          <w:sz w:val="18"/>
          <w:szCs w:val="18"/>
        </w:rPr>
      </w:pPr>
      <w:r w:rsidRPr="00E432F5">
        <w:rPr>
          <w:sz w:val="18"/>
          <w:szCs w:val="18"/>
        </w:rPr>
        <w:t>Zjednodušená dokumentace ve „stádiu 2“, zpracovaná OŘ Ostrava dne 9.12.2020</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 </w:t>
      </w:r>
      <w:r w:rsidRPr="00D96040">
        <w:rPr>
          <w:i/>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5290BFD7" w:rsidR="00502690" w:rsidRPr="00F95FBD" w:rsidRDefault="00E432F5" w:rsidP="00590C91">
            <w:pPr>
              <w:pStyle w:val="Tabulka"/>
              <w:cnfStyle w:val="100000000000" w:firstRow="1" w:lastRow="0" w:firstColumn="0" w:lastColumn="0" w:oddVBand="0" w:evenVBand="0" w:oddHBand="0" w:evenHBand="0" w:firstRowFirstColumn="0" w:firstRowLastColumn="0" w:lastRowFirstColumn="0" w:lastRowLastColumn="0"/>
            </w:pPr>
            <w:r>
              <w:t>Mgr. Lucie Zapletalová</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5A702E11" w14:textId="77777777" w:rsidR="00E432F5" w:rsidRDefault="00E432F5" w:rsidP="00E432F5">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1CA41E44" w:rsidR="00502690" w:rsidRPr="001F518E" w:rsidRDefault="00E432F5" w:rsidP="00E432F5">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1B966259" w:rsidR="002038D5" w:rsidRPr="001F518E" w:rsidRDefault="00E432F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32F5">
              <w:t>ZapletalovaL@spravazeleznic.cz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63F148EF" w:rsidR="002038D5" w:rsidRPr="001F518E" w:rsidRDefault="00E432F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32F5">
              <w:t>+420 720 051 460</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432F5" w:rsidRPr="00F95FBD" w14:paraId="6D727465" w14:textId="77777777" w:rsidTr="002121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E432F5" w:rsidRPr="00F95FBD" w:rsidRDefault="00E432F5" w:rsidP="00E432F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78571818" w:rsidR="00E432F5" w:rsidRPr="001F518E" w:rsidRDefault="00E432F5" w:rsidP="00E432F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F0232">
              <w:t>Ing. Jana Mantuanelli</w:t>
            </w:r>
          </w:p>
        </w:tc>
      </w:tr>
      <w:tr w:rsidR="00E432F5" w:rsidRPr="00F95FBD" w14:paraId="09280EBE" w14:textId="77777777" w:rsidTr="002121BD">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E432F5" w:rsidRPr="00F95FBD" w:rsidRDefault="00E432F5" w:rsidP="00E432F5">
            <w:pPr>
              <w:pStyle w:val="Tabulka"/>
            </w:pPr>
            <w:r w:rsidRPr="00F95FBD">
              <w:t>Adresa</w:t>
            </w:r>
          </w:p>
        </w:tc>
        <w:tc>
          <w:tcPr>
            <w:tcW w:w="5812" w:type="dxa"/>
            <w:vAlign w:val="top"/>
          </w:tcPr>
          <w:p w14:paraId="18261CB5" w14:textId="15351E43" w:rsidR="00E432F5" w:rsidRPr="001F518E" w:rsidRDefault="00E432F5" w:rsidP="00E432F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F0232">
              <w:t>Správa železnic, státní organizace</w:t>
            </w:r>
          </w:p>
        </w:tc>
      </w:tr>
      <w:tr w:rsidR="00E432F5" w:rsidRPr="00F95FBD" w14:paraId="0FB129BA" w14:textId="77777777" w:rsidTr="002121BD">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E432F5" w:rsidRPr="00F95FBD" w:rsidRDefault="00E432F5" w:rsidP="00E432F5">
            <w:pPr>
              <w:pStyle w:val="Tabulka"/>
            </w:pPr>
            <w:r w:rsidRPr="00F95FBD">
              <w:t>E-mail</w:t>
            </w:r>
          </w:p>
        </w:tc>
        <w:tc>
          <w:tcPr>
            <w:tcW w:w="5812" w:type="dxa"/>
            <w:vAlign w:val="top"/>
          </w:tcPr>
          <w:p w14:paraId="4C9F2091" w14:textId="169309D8" w:rsidR="00E432F5" w:rsidRPr="001F518E" w:rsidRDefault="00E432F5" w:rsidP="00E432F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F0232">
              <w:t>OŘ Ostrava, Muglinovská 1038/5, 702 00 Ostrava</w:t>
            </w:r>
          </w:p>
        </w:tc>
      </w:tr>
      <w:tr w:rsidR="00E432F5" w:rsidRPr="00F95FBD" w14:paraId="338944FB" w14:textId="77777777" w:rsidTr="002121BD">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E432F5" w:rsidRPr="00F95FBD" w:rsidRDefault="00E432F5" w:rsidP="00E432F5">
            <w:pPr>
              <w:pStyle w:val="Tabulka"/>
            </w:pPr>
            <w:r w:rsidRPr="00F95FBD">
              <w:t>Telefon</w:t>
            </w:r>
          </w:p>
        </w:tc>
        <w:tc>
          <w:tcPr>
            <w:tcW w:w="5812" w:type="dxa"/>
            <w:vAlign w:val="top"/>
          </w:tcPr>
          <w:p w14:paraId="369CAC43" w14:textId="2BFED320" w:rsidR="00E432F5" w:rsidRPr="001F518E" w:rsidRDefault="00E432F5" w:rsidP="00E432F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F0232">
              <w:t>mantuanelli@spravazeleznic.cz</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79B23A34"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 </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lastRenderedPageBreak/>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799ED581" w14:textId="44936A43"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31697" w:rsidRPr="00F95FBD" w14:paraId="24D9992C"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D47D59" w14:textId="4D8AE467"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5D5B9975"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231697" w:rsidRPr="00F95FBD" w:rsidRDefault="00231697" w:rsidP="00231697">
            <w:pPr>
              <w:pStyle w:val="Tabulka"/>
            </w:pPr>
            <w:r w:rsidRPr="00F95FBD">
              <w:t>Adresa</w:t>
            </w:r>
          </w:p>
        </w:tc>
        <w:tc>
          <w:tcPr>
            <w:tcW w:w="5812" w:type="dxa"/>
            <w:vAlign w:val="top"/>
          </w:tcPr>
          <w:p w14:paraId="0E974C6D" w14:textId="31D044E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3562BD8B"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231697" w:rsidRPr="00F95FBD" w:rsidRDefault="00231697" w:rsidP="00231697">
            <w:pPr>
              <w:pStyle w:val="Tabulka"/>
            </w:pPr>
            <w:r w:rsidRPr="00F95FBD">
              <w:t>E-mail</w:t>
            </w:r>
          </w:p>
        </w:tc>
        <w:tc>
          <w:tcPr>
            <w:tcW w:w="5812" w:type="dxa"/>
            <w:vAlign w:val="top"/>
          </w:tcPr>
          <w:p w14:paraId="0F3312BE" w14:textId="30CEB63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21343F2A"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231697" w:rsidRPr="00F95FBD" w:rsidRDefault="00231697" w:rsidP="00231697">
            <w:pPr>
              <w:pStyle w:val="Tabulka"/>
            </w:pPr>
            <w:r w:rsidRPr="00F95FBD">
              <w:t>Telefon</w:t>
            </w:r>
          </w:p>
        </w:tc>
        <w:tc>
          <w:tcPr>
            <w:tcW w:w="5812" w:type="dxa"/>
            <w:vAlign w:val="top"/>
          </w:tcPr>
          <w:p w14:paraId="486D3919" w14:textId="708285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bl>
    <w:p w14:paraId="557EA4DD" w14:textId="66C985B9" w:rsidR="00DF2BFF" w:rsidRPr="00F95FBD" w:rsidRDefault="00DF2BFF" w:rsidP="00DF2BFF">
      <w:pPr>
        <w:pStyle w:val="Tabulka"/>
      </w:pPr>
    </w:p>
    <w:p w14:paraId="7E78DB71" w14:textId="30A8AC6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5616727A" w:rsidR="00165977" w:rsidRPr="00F95FBD" w:rsidRDefault="00E432F5"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BD2A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BD2A4B">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25D58170"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rsidRPr="00242413">
              <w:t>M</w:t>
            </w:r>
            <w:r w:rsidR="00E432F5" w:rsidRPr="00242413">
              <w:t>inimálně 19</w:t>
            </w:r>
            <w:r w:rsidR="00255032" w:rsidRPr="00242413">
              <w:t xml:space="preserve"> </w:t>
            </w:r>
            <w:r w:rsidRPr="00242413">
              <w:t>mil. Kč na jednu pojistnou událost</w:t>
            </w:r>
            <w:r w:rsidR="00A349C6" w:rsidRPr="00242413">
              <w:t xml:space="preserve"> a</w:t>
            </w:r>
            <w:r w:rsidRPr="00242413">
              <w:t xml:space="preserve"> </w:t>
            </w:r>
            <w:r w:rsidR="00E432F5" w:rsidRPr="00242413">
              <w:t>38</w:t>
            </w:r>
            <w:r w:rsidR="00255032" w:rsidRPr="00242413">
              <w:t xml:space="preserve"> </w:t>
            </w:r>
            <w:r w:rsidRPr="00242413">
              <w:t>mil. Kč</w:t>
            </w:r>
            <w:r w:rsidR="00A349C6" w:rsidRPr="00242413">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bookmarkStart w:id="0" w:name="_GoBack"/>
      <w:bookmarkEnd w:id="0"/>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BD2A4B">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BD2A4B">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BD2A4B">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BD2A4B">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2121BD" w:rsidRDefault="002121BD" w:rsidP="00962258">
      <w:pPr>
        <w:spacing w:after="0" w:line="240" w:lineRule="auto"/>
      </w:pPr>
      <w:r>
        <w:separator/>
      </w:r>
    </w:p>
  </w:endnote>
  <w:endnote w:type="continuationSeparator" w:id="0">
    <w:p w14:paraId="15624B8A" w14:textId="77777777" w:rsidR="002121BD" w:rsidRDefault="002121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0C3BB159" w14:textId="77777777" w:rsidTr="00F13FDA">
      <w:tc>
        <w:tcPr>
          <w:tcW w:w="1021" w:type="dxa"/>
          <w:vAlign w:val="bottom"/>
        </w:tcPr>
        <w:p w14:paraId="636207E5" w14:textId="5C33B4CC" w:rsidR="002121BD" w:rsidRPr="00B8518B" w:rsidRDefault="002121B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2413">
            <w:rPr>
              <w:rStyle w:val="slostrnky"/>
              <w:noProof/>
            </w:rPr>
            <w:t>33</w:t>
          </w:r>
          <w:r w:rsidRPr="00B8518B">
            <w:rPr>
              <w:rStyle w:val="slostrnky"/>
            </w:rPr>
            <w:fldChar w:fldCharType="end"/>
          </w:r>
        </w:p>
      </w:tc>
      <w:tc>
        <w:tcPr>
          <w:tcW w:w="0" w:type="auto"/>
          <w:vAlign w:val="bottom"/>
        </w:tcPr>
        <w:p w14:paraId="42D5D56D" w14:textId="77777777" w:rsidR="002121BD" w:rsidRDefault="002121BD" w:rsidP="00F13FDA">
          <w:pPr>
            <w:pStyle w:val="Zpatvlevo"/>
          </w:pPr>
          <w:r w:rsidRPr="00B41CFD">
            <w:t>Smlouva o dílo</w:t>
          </w:r>
        </w:p>
        <w:p w14:paraId="20698C65" w14:textId="77777777" w:rsidR="002121BD" w:rsidRPr="003462EB" w:rsidRDefault="002121BD" w:rsidP="00B63BD1">
          <w:pPr>
            <w:pStyle w:val="Zpatvlevo"/>
          </w:pPr>
          <w:r>
            <w:t>Z</w:t>
          </w:r>
          <w:r w:rsidRPr="00B63BD1">
            <w:t>hotovení Projektové dokumentace a stavby</w:t>
          </w:r>
        </w:p>
      </w:tc>
    </w:tr>
  </w:tbl>
  <w:p w14:paraId="690F4EB7" w14:textId="77777777" w:rsidR="002121BD" w:rsidRPr="00F13FDA" w:rsidRDefault="002121B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178176A4" w14:textId="77777777" w:rsidTr="00F13FDA">
      <w:tc>
        <w:tcPr>
          <w:tcW w:w="1021" w:type="dxa"/>
          <w:vAlign w:val="bottom"/>
        </w:tcPr>
        <w:p w14:paraId="74A79D6D" w14:textId="77777777"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2121BD" w:rsidRPr="00DD4862" w:rsidRDefault="002121BD" w:rsidP="00F13FDA">
          <w:pPr>
            <w:pStyle w:val="Zpatvlevo"/>
            <w:rPr>
              <w:b/>
            </w:rPr>
          </w:pPr>
          <w:r>
            <w:rPr>
              <w:b/>
            </w:rPr>
            <w:t>Příloha č. 4</w:t>
          </w:r>
        </w:p>
        <w:p w14:paraId="485C5726" w14:textId="77777777" w:rsidR="002121BD" w:rsidRDefault="002121BD" w:rsidP="00F13FDA">
          <w:pPr>
            <w:pStyle w:val="Zpatvlevo"/>
          </w:pPr>
          <w:r w:rsidRPr="00B41CFD">
            <w:t>Smlouva o dílo</w:t>
          </w:r>
        </w:p>
        <w:p w14:paraId="1988285F" w14:textId="77777777" w:rsidR="002121BD" w:rsidRPr="003462EB" w:rsidRDefault="002121BD" w:rsidP="00F13FDA">
          <w:pPr>
            <w:pStyle w:val="Zpatvlevo"/>
          </w:pPr>
          <w:r>
            <w:t>Z</w:t>
          </w:r>
          <w:r w:rsidRPr="00B63BD1">
            <w:t>hotovení Projektové dokumentace a stavby</w:t>
          </w:r>
        </w:p>
      </w:tc>
    </w:tr>
  </w:tbl>
  <w:p w14:paraId="5CB138E9" w14:textId="77777777" w:rsidR="002121BD" w:rsidRPr="00F13FDA" w:rsidRDefault="002121B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6642596F" w14:textId="77777777" w:rsidTr="00934B6B">
      <w:tc>
        <w:tcPr>
          <w:tcW w:w="0" w:type="auto"/>
          <w:tcMar>
            <w:left w:w="0" w:type="dxa"/>
            <w:right w:w="0" w:type="dxa"/>
          </w:tcMar>
          <w:vAlign w:val="bottom"/>
        </w:tcPr>
        <w:p w14:paraId="779B97E4" w14:textId="77777777" w:rsidR="002121BD" w:rsidRPr="00DD4862" w:rsidRDefault="002121BD" w:rsidP="00934B6B">
          <w:pPr>
            <w:pStyle w:val="Zpatvpravo"/>
            <w:rPr>
              <w:b/>
            </w:rPr>
          </w:pPr>
          <w:r w:rsidRPr="00DD4862">
            <w:rPr>
              <w:b/>
            </w:rPr>
            <w:t xml:space="preserve">Příloha č. </w:t>
          </w:r>
          <w:r>
            <w:rPr>
              <w:b/>
            </w:rPr>
            <w:t>4</w:t>
          </w:r>
        </w:p>
        <w:p w14:paraId="271EEA9C" w14:textId="77777777" w:rsidR="002121BD" w:rsidRPr="003462EB" w:rsidRDefault="002121BD" w:rsidP="00934B6B">
          <w:pPr>
            <w:pStyle w:val="Zpatvpravo"/>
          </w:pPr>
          <w:r>
            <w:t>Smlouva o dílo</w:t>
          </w:r>
        </w:p>
        <w:p w14:paraId="681B21FC"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A5D7269"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1</w:t>
          </w:r>
          <w:r>
            <w:rPr>
              <w:rStyle w:val="slostrnky"/>
            </w:rPr>
            <w:fldChar w:fldCharType="end"/>
          </w:r>
        </w:p>
      </w:tc>
    </w:tr>
  </w:tbl>
  <w:p w14:paraId="1A6DDA75" w14:textId="77777777" w:rsidR="002121BD" w:rsidRPr="00B8518B" w:rsidRDefault="002121B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3B5DA880" w14:textId="77777777" w:rsidTr="00F13FDA">
      <w:tc>
        <w:tcPr>
          <w:tcW w:w="1021" w:type="dxa"/>
          <w:vAlign w:val="bottom"/>
        </w:tcPr>
        <w:p w14:paraId="73EB134A" w14:textId="77777777"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2121BD" w:rsidRPr="00DD4862" w:rsidRDefault="002121BD" w:rsidP="00F13FDA">
          <w:pPr>
            <w:pStyle w:val="Zpatvlevo"/>
            <w:rPr>
              <w:b/>
            </w:rPr>
          </w:pPr>
          <w:r>
            <w:rPr>
              <w:b/>
            </w:rPr>
            <w:t>Příloha č. 5</w:t>
          </w:r>
        </w:p>
        <w:p w14:paraId="434C49BE" w14:textId="77777777" w:rsidR="002121BD" w:rsidRDefault="002121BD" w:rsidP="00F13FDA">
          <w:pPr>
            <w:pStyle w:val="Zpatvlevo"/>
          </w:pPr>
          <w:r w:rsidRPr="00B41CFD">
            <w:t>Smlouva o dílo</w:t>
          </w:r>
        </w:p>
        <w:p w14:paraId="60B5D949" w14:textId="77777777" w:rsidR="002121BD" w:rsidRPr="003462EB" w:rsidRDefault="002121BD" w:rsidP="00F13FDA">
          <w:pPr>
            <w:pStyle w:val="Zpatvlevo"/>
          </w:pPr>
          <w:r>
            <w:t>Z</w:t>
          </w:r>
          <w:r w:rsidRPr="00B63BD1">
            <w:t>hotovení Projektové dokumentace a stavby</w:t>
          </w:r>
        </w:p>
      </w:tc>
    </w:tr>
  </w:tbl>
  <w:p w14:paraId="13160E52" w14:textId="77777777" w:rsidR="002121BD" w:rsidRPr="00F13FDA" w:rsidRDefault="002121B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4C440C92" w14:textId="77777777" w:rsidTr="00934B6B">
      <w:tc>
        <w:tcPr>
          <w:tcW w:w="0" w:type="auto"/>
          <w:tcMar>
            <w:left w:w="0" w:type="dxa"/>
            <w:right w:w="0" w:type="dxa"/>
          </w:tcMar>
          <w:vAlign w:val="bottom"/>
        </w:tcPr>
        <w:p w14:paraId="5EB37122" w14:textId="77777777" w:rsidR="002121BD" w:rsidRPr="00DD4862" w:rsidRDefault="002121BD" w:rsidP="00934B6B">
          <w:pPr>
            <w:pStyle w:val="Zpatvpravo"/>
            <w:rPr>
              <w:b/>
            </w:rPr>
          </w:pPr>
          <w:r w:rsidRPr="00DD4862">
            <w:rPr>
              <w:b/>
            </w:rPr>
            <w:t xml:space="preserve">Příloha č. </w:t>
          </w:r>
          <w:r>
            <w:rPr>
              <w:b/>
            </w:rPr>
            <w:t>5</w:t>
          </w:r>
        </w:p>
        <w:p w14:paraId="25080FD4" w14:textId="77777777" w:rsidR="002121BD" w:rsidRPr="003462EB" w:rsidRDefault="002121BD" w:rsidP="00934B6B">
          <w:pPr>
            <w:pStyle w:val="Zpatvpravo"/>
          </w:pPr>
          <w:r>
            <w:t>Smlouva o dílo</w:t>
          </w:r>
        </w:p>
        <w:p w14:paraId="4153EFC3"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6ACEBF4"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1</w:t>
          </w:r>
          <w:r>
            <w:rPr>
              <w:rStyle w:val="slostrnky"/>
            </w:rPr>
            <w:fldChar w:fldCharType="end"/>
          </w:r>
        </w:p>
      </w:tc>
    </w:tr>
  </w:tbl>
  <w:p w14:paraId="69A3209E" w14:textId="77777777" w:rsidR="002121BD" w:rsidRPr="00B8518B" w:rsidRDefault="002121B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0B4FB1A6" w14:textId="77777777" w:rsidTr="00F13FDA">
      <w:tc>
        <w:tcPr>
          <w:tcW w:w="1021" w:type="dxa"/>
          <w:vAlign w:val="bottom"/>
        </w:tcPr>
        <w:p w14:paraId="3EFBE15C" w14:textId="464C57FD"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42413">
            <w:rPr>
              <w:rStyle w:val="slostrnky"/>
              <w:noProof/>
            </w:rPr>
            <w:t>3</w:t>
          </w:r>
          <w:r>
            <w:rPr>
              <w:rStyle w:val="slostrnky"/>
            </w:rPr>
            <w:fldChar w:fldCharType="end"/>
          </w:r>
        </w:p>
      </w:tc>
      <w:tc>
        <w:tcPr>
          <w:tcW w:w="0" w:type="auto"/>
          <w:vAlign w:val="bottom"/>
        </w:tcPr>
        <w:p w14:paraId="60015924" w14:textId="77777777" w:rsidR="002121BD" w:rsidRPr="00DD4862" w:rsidRDefault="002121BD" w:rsidP="00F13FDA">
          <w:pPr>
            <w:pStyle w:val="Zpatvlevo"/>
            <w:rPr>
              <w:b/>
            </w:rPr>
          </w:pPr>
          <w:r>
            <w:rPr>
              <w:b/>
            </w:rPr>
            <w:t>Příloha č. 6</w:t>
          </w:r>
        </w:p>
        <w:p w14:paraId="2EC5A84D" w14:textId="77777777" w:rsidR="002121BD" w:rsidRDefault="002121BD" w:rsidP="00F13FDA">
          <w:pPr>
            <w:pStyle w:val="Zpatvlevo"/>
          </w:pPr>
          <w:r w:rsidRPr="00B41CFD">
            <w:t>Smlouva o dílo</w:t>
          </w:r>
        </w:p>
        <w:p w14:paraId="6FD64CDD" w14:textId="77777777" w:rsidR="002121BD" w:rsidRPr="003462EB" w:rsidRDefault="002121BD" w:rsidP="00F13FDA">
          <w:pPr>
            <w:pStyle w:val="Zpatvlevo"/>
          </w:pPr>
          <w:r>
            <w:t>Z</w:t>
          </w:r>
          <w:r w:rsidRPr="00B63BD1">
            <w:t>hotovení Projektové dokumentace a stavby</w:t>
          </w:r>
        </w:p>
      </w:tc>
    </w:tr>
  </w:tbl>
  <w:p w14:paraId="0B5EEE6C" w14:textId="77777777" w:rsidR="002121BD" w:rsidRPr="00F13FDA" w:rsidRDefault="002121B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076217E4" w14:textId="77777777" w:rsidTr="00934B6B">
      <w:tc>
        <w:tcPr>
          <w:tcW w:w="0" w:type="auto"/>
          <w:tcMar>
            <w:left w:w="0" w:type="dxa"/>
            <w:right w:w="0" w:type="dxa"/>
          </w:tcMar>
          <w:vAlign w:val="bottom"/>
        </w:tcPr>
        <w:p w14:paraId="528DFA01" w14:textId="77777777" w:rsidR="002121BD" w:rsidRPr="00DD4862" w:rsidRDefault="002121BD" w:rsidP="00934B6B">
          <w:pPr>
            <w:pStyle w:val="Zpatvpravo"/>
            <w:rPr>
              <w:b/>
            </w:rPr>
          </w:pPr>
          <w:r w:rsidRPr="00DD4862">
            <w:rPr>
              <w:b/>
            </w:rPr>
            <w:t xml:space="preserve">Příloha č. </w:t>
          </w:r>
          <w:r>
            <w:rPr>
              <w:b/>
            </w:rPr>
            <w:t>6</w:t>
          </w:r>
        </w:p>
        <w:p w14:paraId="2BBCE469" w14:textId="77777777" w:rsidR="002121BD" w:rsidRPr="003462EB" w:rsidRDefault="002121BD" w:rsidP="00934B6B">
          <w:pPr>
            <w:pStyle w:val="Zpatvpravo"/>
          </w:pPr>
          <w:r>
            <w:t>Smlouva o dílo</w:t>
          </w:r>
        </w:p>
        <w:p w14:paraId="08936724"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E99DF85"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3</w:t>
          </w:r>
          <w:r>
            <w:rPr>
              <w:rStyle w:val="slostrnky"/>
            </w:rPr>
            <w:fldChar w:fldCharType="end"/>
          </w:r>
        </w:p>
      </w:tc>
    </w:tr>
  </w:tbl>
  <w:p w14:paraId="593B45D1" w14:textId="77777777" w:rsidR="002121BD" w:rsidRPr="00B8518B" w:rsidRDefault="002121B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475B86B7" w14:textId="77777777" w:rsidTr="00F13FDA">
      <w:tc>
        <w:tcPr>
          <w:tcW w:w="1021" w:type="dxa"/>
          <w:vAlign w:val="bottom"/>
        </w:tcPr>
        <w:p w14:paraId="4168F800" w14:textId="77777777"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2121BD" w:rsidRPr="00DD4862" w:rsidRDefault="002121BD" w:rsidP="00F13FDA">
          <w:pPr>
            <w:pStyle w:val="Zpatvlevo"/>
            <w:rPr>
              <w:b/>
            </w:rPr>
          </w:pPr>
          <w:r>
            <w:rPr>
              <w:b/>
            </w:rPr>
            <w:t>Příloha č. 7</w:t>
          </w:r>
        </w:p>
        <w:p w14:paraId="393A5AA8" w14:textId="77777777" w:rsidR="002121BD" w:rsidRDefault="002121BD" w:rsidP="00F13FDA">
          <w:pPr>
            <w:pStyle w:val="Zpatvlevo"/>
          </w:pPr>
          <w:r w:rsidRPr="00B41CFD">
            <w:t>Smlouva o dílo</w:t>
          </w:r>
        </w:p>
        <w:p w14:paraId="0EB4C0F7" w14:textId="77777777" w:rsidR="002121BD" w:rsidRPr="003462EB" w:rsidRDefault="002121BD" w:rsidP="00F13FDA">
          <w:pPr>
            <w:pStyle w:val="Zpatvlevo"/>
          </w:pPr>
          <w:r>
            <w:t>Z</w:t>
          </w:r>
          <w:r w:rsidRPr="00B63BD1">
            <w:t>hotovení Projektové dokumentace a stavby</w:t>
          </w:r>
        </w:p>
      </w:tc>
    </w:tr>
  </w:tbl>
  <w:p w14:paraId="1D4C0328" w14:textId="77777777" w:rsidR="002121BD" w:rsidRPr="00F13FDA" w:rsidRDefault="002121B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376722D6" w14:textId="77777777" w:rsidTr="00934B6B">
      <w:tc>
        <w:tcPr>
          <w:tcW w:w="0" w:type="auto"/>
          <w:tcMar>
            <w:left w:w="0" w:type="dxa"/>
            <w:right w:w="0" w:type="dxa"/>
          </w:tcMar>
          <w:vAlign w:val="bottom"/>
        </w:tcPr>
        <w:p w14:paraId="177BD19C" w14:textId="77777777" w:rsidR="002121BD" w:rsidRPr="00DD4862" w:rsidRDefault="002121BD" w:rsidP="00934B6B">
          <w:pPr>
            <w:pStyle w:val="Zpatvpravo"/>
            <w:rPr>
              <w:b/>
            </w:rPr>
          </w:pPr>
          <w:r w:rsidRPr="00DD4862">
            <w:rPr>
              <w:b/>
            </w:rPr>
            <w:t xml:space="preserve">Příloha č. </w:t>
          </w:r>
          <w:r>
            <w:rPr>
              <w:b/>
            </w:rPr>
            <w:t>7</w:t>
          </w:r>
        </w:p>
        <w:p w14:paraId="0425195A" w14:textId="77777777" w:rsidR="002121BD" w:rsidRPr="003462EB" w:rsidRDefault="002121BD" w:rsidP="00934B6B">
          <w:pPr>
            <w:pStyle w:val="Zpatvpravo"/>
          </w:pPr>
          <w:r>
            <w:t>Smlouva o dílo</w:t>
          </w:r>
        </w:p>
        <w:p w14:paraId="1E4A56B5"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522E51C"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1</w:t>
          </w:r>
          <w:r>
            <w:rPr>
              <w:rStyle w:val="slostrnky"/>
            </w:rPr>
            <w:fldChar w:fldCharType="end"/>
          </w:r>
        </w:p>
      </w:tc>
    </w:tr>
  </w:tbl>
  <w:p w14:paraId="0AB044E9" w14:textId="77777777" w:rsidR="002121BD" w:rsidRPr="00B8518B" w:rsidRDefault="002121B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37043566" w14:textId="77777777" w:rsidTr="00F13FDA">
      <w:tc>
        <w:tcPr>
          <w:tcW w:w="1021" w:type="dxa"/>
          <w:vAlign w:val="bottom"/>
        </w:tcPr>
        <w:p w14:paraId="7FB47E05" w14:textId="77777777"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2121BD" w:rsidRPr="00DD4862" w:rsidRDefault="002121BD" w:rsidP="00F13FDA">
          <w:pPr>
            <w:pStyle w:val="Zpatvlevo"/>
            <w:rPr>
              <w:b/>
            </w:rPr>
          </w:pPr>
          <w:r>
            <w:rPr>
              <w:b/>
            </w:rPr>
            <w:t>Příloha č. 8</w:t>
          </w:r>
        </w:p>
        <w:p w14:paraId="7E46E238" w14:textId="77777777" w:rsidR="002121BD" w:rsidRDefault="002121BD" w:rsidP="00F13FDA">
          <w:pPr>
            <w:pStyle w:val="Zpatvlevo"/>
          </w:pPr>
          <w:r w:rsidRPr="00B41CFD">
            <w:t>Smlouva o dílo</w:t>
          </w:r>
        </w:p>
        <w:p w14:paraId="00617CFA" w14:textId="77777777" w:rsidR="002121BD" w:rsidRPr="003462EB" w:rsidRDefault="002121BD" w:rsidP="00F13FDA">
          <w:pPr>
            <w:pStyle w:val="Zpatvlevo"/>
          </w:pPr>
          <w:r>
            <w:t>Z</w:t>
          </w:r>
          <w:r w:rsidRPr="00B63BD1">
            <w:t>hotovení Projektové dokumentace a stavby</w:t>
          </w:r>
        </w:p>
      </w:tc>
    </w:tr>
  </w:tbl>
  <w:p w14:paraId="378154D6" w14:textId="77777777" w:rsidR="002121BD" w:rsidRPr="00F13FDA" w:rsidRDefault="002121B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4400289A" w14:textId="77777777" w:rsidTr="00934B6B">
      <w:tc>
        <w:tcPr>
          <w:tcW w:w="0" w:type="auto"/>
          <w:tcMar>
            <w:left w:w="0" w:type="dxa"/>
            <w:right w:w="0" w:type="dxa"/>
          </w:tcMar>
          <w:vAlign w:val="bottom"/>
        </w:tcPr>
        <w:p w14:paraId="5EE5CFD2" w14:textId="77777777" w:rsidR="002121BD" w:rsidRPr="00DD4862" w:rsidRDefault="002121BD" w:rsidP="00934B6B">
          <w:pPr>
            <w:pStyle w:val="Zpatvpravo"/>
            <w:rPr>
              <w:b/>
            </w:rPr>
          </w:pPr>
          <w:r w:rsidRPr="00DD4862">
            <w:rPr>
              <w:b/>
            </w:rPr>
            <w:t xml:space="preserve">Příloha č. </w:t>
          </w:r>
          <w:r>
            <w:rPr>
              <w:b/>
            </w:rPr>
            <w:t>8</w:t>
          </w:r>
        </w:p>
        <w:p w14:paraId="31628953" w14:textId="77777777" w:rsidR="002121BD" w:rsidRPr="003462EB" w:rsidRDefault="002121BD" w:rsidP="00934B6B">
          <w:pPr>
            <w:pStyle w:val="Zpatvpravo"/>
          </w:pPr>
          <w:r>
            <w:t>Smlouva o dílo</w:t>
          </w:r>
        </w:p>
        <w:p w14:paraId="2C3B0D6B"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50A424BF"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1</w:t>
          </w:r>
          <w:r>
            <w:rPr>
              <w:rStyle w:val="slostrnky"/>
            </w:rPr>
            <w:fldChar w:fldCharType="end"/>
          </w:r>
        </w:p>
      </w:tc>
    </w:tr>
  </w:tbl>
  <w:p w14:paraId="5522624D" w14:textId="77777777" w:rsidR="002121BD" w:rsidRPr="00B8518B" w:rsidRDefault="002121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68DD1CBE" w14:textId="77777777" w:rsidTr="00F13FDA">
      <w:tc>
        <w:tcPr>
          <w:tcW w:w="0" w:type="auto"/>
          <w:tcMar>
            <w:left w:w="0" w:type="dxa"/>
            <w:right w:w="0" w:type="dxa"/>
          </w:tcMar>
          <w:vAlign w:val="bottom"/>
        </w:tcPr>
        <w:p w14:paraId="6FB2DC35" w14:textId="77777777" w:rsidR="002121BD" w:rsidRPr="003462EB" w:rsidRDefault="002121BD" w:rsidP="00F13FDA">
          <w:pPr>
            <w:pStyle w:val="Zpatvpravo"/>
          </w:pPr>
          <w:r>
            <w:t>Smlouva o dílo</w:t>
          </w:r>
        </w:p>
        <w:p w14:paraId="3BB6CFBF" w14:textId="77777777" w:rsidR="002121BD" w:rsidRPr="003462EB" w:rsidRDefault="002121B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091CD9E" w:rsidR="002121BD" w:rsidRPr="009E09BE" w:rsidRDefault="002121B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2413">
            <w:rPr>
              <w:rStyle w:val="slostrnky"/>
              <w:noProof/>
            </w:rPr>
            <w:t>33</w:t>
          </w:r>
          <w:r w:rsidRPr="00B8518B">
            <w:rPr>
              <w:rStyle w:val="slostrnky"/>
            </w:rPr>
            <w:fldChar w:fldCharType="end"/>
          </w:r>
        </w:p>
      </w:tc>
    </w:tr>
  </w:tbl>
  <w:p w14:paraId="05A4A1EF" w14:textId="77777777" w:rsidR="002121BD" w:rsidRPr="00B8518B" w:rsidRDefault="002121B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17A00C67" w14:textId="77777777" w:rsidTr="00F13FDA">
      <w:tc>
        <w:tcPr>
          <w:tcW w:w="1021" w:type="dxa"/>
          <w:vAlign w:val="bottom"/>
        </w:tcPr>
        <w:p w14:paraId="391F9ADB" w14:textId="69E6617A"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42413">
            <w:rPr>
              <w:rStyle w:val="slostrnky"/>
              <w:noProof/>
            </w:rPr>
            <w:t>5</w:t>
          </w:r>
          <w:r>
            <w:rPr>
              <w:rStyle w:val="slostrnky"/>
            </w:rPr>
            <w:fldChar w:fldCharType="end"/>
          </w:r>
        </w:p>
      </w:tc>
      <w:tc>
        <w:tcPr>
          <w:tcW w:w="0" w:type="auto"/>
          <w:vAlign w:val="bottom"/>
        </w:tcPr>
        <w:p w14:paraId="0C84A86A" w14:textId="77777777" w:rsidR="002121BD" w:rsidRPr="00DD4862" w:rsidRDefault="002121BD" w:rsidP="00F13FDA">
          <w:pPr>
            <w:pStyle w:val="Zpatvlevo"/>
            <w:rPr>
              <w:b/>
            </w:rPr>
          </w:pPr>
          <w:r>
            <w:rPr>
              <w:b/>
            </w:rPr>
            <w:t>Příloha č. 9</w:t>
          </w:r>
        </w:p>
        <w:p w14:paraId="583DB0B7" w14:textId="77777777" w:rsidR="002121BD" w:rsidRDefault="002121BD" w:rsidP="00F13FDA">
          <w:pPr>
            <w:pStyle w:val="Zpatvlevo"/>
          </w:pPr>
          <w:r w:rsidRPr="00B41CFD">
            <w:t>Smlouva o dílo</w:t>
          </w:r>
        </w:p>
        <w:p w14:paraId="51B13DE3" w14:textId="77777777" w:rsidR="002121BD" w:rsidRPr="003462EB" w:rsidRDefault="002121BD" w:rsidP="00F13FDA">
          <w:pPr>
            <w:pStyle w:val="Zpatvlevo"/>
          </w:pPr>
          <w:r>
            <w:t>Z</w:t>
          </w:r>
          <w:r w:rsidRPr="00B63BD1">
            <w:t>hotovení Projektové dokumentace a stavby</w:t>
          </w:r>
        </w:p>
      </w:tc>
    </w:tr>
  </w:tbl>
  <w:p w14:paraId="72088436" w14:textId="77777777" w:rsidR="002121BD" w:rsidRPr="00F13FDA" w:rsidRDefault="002121B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481F7ED1" w14:textId="77777777" w:rsidTr="00934B6B">
      <w:tc>
        <w:tcPr>
          <w:tcW w:w="0" w:type="auto"/>
          <w:tcMar>
            <w:left w:w="0" w:type="dxa"/>
            <w:right w:w="0" w:type="dxa"/>
          </w:tcMar>
          <w:vAlign w:val="bottom"/>
        </w:tcPr>
        <w:p w14:paraId="5F919DFC" w14:textId="77777777" w:rsidR="002121BD" w:rsidRPr="00DD4862" w:rsidRDefault="002121BD" w:rsidP="00934B6B">
          <w:pPr>
            <w:pStyle w:val="Zpatvpravo"/>
            <w:rPr>
              <w:b/>
            </w:rPr>
          </w:pPr>
          <w:r w:rsidRPr="00DD4862">
            <w:rPr>
              <w:b/>
            </w:rPr>
            <w:t xml:space="preserve">Příloha č. </w:t>
          </w:r>
          <w:r>
            <w:rPr>
              <w:b/>
            </w:rPr>
            <w:t>9</w:t>
          </w:r>
        </w:p>
        <w:p w14:paraId="7066BC56" w14:textId="77777777" w:rsidR="002121BD" w:rsidRPr="003462EB" w:rsidRDefault="002121BD" w:rsidP="00934B6B">
          <w:pPr>
            <w:pStyle w:val="Zpatvpravo"/>
          </w:pPr>
          <w:r>
            <w:t>Smlouva o dílo</w:t>
          </w:r>
        </w:p>
        <w:p w14:paraId="30542FBF"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A94FA3D"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5</w:t>
          </w:r>
          <w:r>
            <w:rPr>
              <w:rStyle w:val="slostrnky"/>
            </w:rPr>
            <w:fldChar w:fldCharType="end"/>
          </w:r>
        </w:p>
      </w:tc>
    </w:tr>
  </w:tbl>
  <w:p w14:paraId="7B50E386" w14:textId="77777777" w:rsidR="002121BD" w:rsidRPr="00B8518B" w:rsidRDefault="002121B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2121BD" w:rsidRDefault="002121BD" w:rsidP="00BF2895">
    <w:pPr>
      <w:pStyle w:val="Zpat"/>
      <w:rPr>
        <w:sz w:val="2"/>
        <w:szCs w:val="2"/>
      </w:rPr>
    </w:pPr>
  </w:p>
  <w:p w14:paraId="53999A41" w14:textId="666DD4AF" w:rsidR="002121BD" w:rsidRPr="001E4BDC" w:rsidRDefault="002121BD" w:rsidP="00BF2895">
    <w:pPr>
      <w:pStyle w:val="Zpat"/>
      <w:rPr>
        <w:sz w:val="12"/>
        <w:szCs w:val="12"/>
      </w:rPr>
    </w:pPr>
  </w:p>
  <w:p w14:paraId="46BF864E" w14:textId="77777777" w:rsidR="002121BD" w:rsidRPr="001E4BDC" w:rsidRDefault="002121B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642DC659" w14:textId="77777777" w:rsidTr="00F13FDA">
      <w:tc>
        <w:tcPr>
          <w:tcW w:w="1021" w:type="dxa"/>
          <w:vAlign w:val="bottom"/>
        </w:tcPr>
        <w:p w14:paraId="05B06B54" w14:textId="77777777"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2121BD" w:rsidRPr="00DD4862" w:rsidRDefault="002121BD" w:rsidP="00F13FDA">
          <w:pPr>
            <w:pStyle w:val="Zpatvlevo"/>
            <w:rPr>
              <w:b/>
            </w:rPr>
          </w:pPr>
          <w:r w:rsidRPr="00DD4862">
            <w:rPr>
              <w:b/>
            </w:rPr>
            <w:t>Příloha č. 1</w:t>
          </w:r>
        </w:p>
        <w:p w14:paraId="407EE127" w14:textId="77777777" w:rsidR="002121BD" w:rsidRDefault="002121BD" w:rsidP="00F13FDA">
          <w:pPr>
            <w:pStyle w:val="Zpatvlevo"/>
          </w:pPr>
          <w:r w:rsidRPr="00B41CFD">
            <w:t>Smlouva o dílo</w:t>
          </w:r>
        </w:p>
        <w:p w14:paraId="5E9062DE" w14:textId="77777777" w:rsidR="002121BD" w:rsidRPr="003462EB" w:rsidRDefault="002121BD" w:rsidP="00F13FDA">
          <w:pPr>
            <w:pStyle w:val="Zpatvlevo"/>
          </w:pPr>
          <w:r>
            <w:t>Z</w:t>
          </w:r>
          <w:r w:rsidRPr="00B63BD1">
            <w:t>hotovení Projektové dokumentace a stavby</w:t>
          </w:r>
        </w:p>
      </w:tc>
    </w:tr>
  </w:tbl>
  <w:p w14:paraId="4B1F2D28" w14:textId="77777777" w:rsidR="002121BD" w:rsidRPr="00F13FDA" w:rsidRDefault="002121B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2121BD" w:rsidRDefault="002121B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640C53A3" w14:textId="77777777" w:rsidTr="00934B6B">
      <w:tc>
        <w:tcPr>
          <w:tcW w:w="0" w:type="auto"/>
          <w:tcMar>
            <w:left w:w="0" w:type="dxa"/>
            <w:right w:w="0" w:type="dxa"/>
          </w:tcMar>
          <w:vAlign w:val="bottom"/>
        </w:tcPr>
        <w:p w14:paraId="1F3DDB04" w14:textId="77777777" w:rsidR="002121BD" w:rsidRPr="00DD4862" w:rsidRDefault="002121BD" w:rsidP="00934B6B">
          <w:pPr>
            <w:pStyle w:val="Zpatvpravo"/>
            <w:rPr>
              <w:b/>
            </w:rPr>
          </w:pPr>
          <w:r w:rsidRPr="00DD4862">
            <w:rPr>
              <w:b/>
            </w:rPr>
            <w:t>Příloha č. 1</w:t>
          </w:r>
        </w:p>
        <w:p w14:paraId="2307E66C" w14:textId="77777777" w:rsidR="002121BD" w:rsidRPr="003462EB" w:rsidRDefault="002121BD" w:rsidP="00934B6B">
          <w:pPr>
            <w:pStyle w:val="Zpatvpravo"/>
          </w:pPr>
          <w:r>
            <w:t>Smlouva o dílo</w:t>
          </w:r>
        </w:p>
        <w:p w14:paraId="011F7908" w14:textId="77777777" w:rsidR="002121BD" w:rsidRPr="003462EB" w:rsidRDefault="002121B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45A5C88" w:rsidR="002121BD" w:rsidRPr="009E09BE" w:rsidRDefault="002121B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1</w:t>
          </w:r>
          <w:r>
            <w:rPr>
              <w:rStyle w:val="slostrnky"/>
            </w:rPr>
            <w:fldChar w:fldCharType="end"/>
          </w:r>
        </w:p>
      </w:tc>
    </w:tr>
  </w:tbl>
  <w:p w14:paraId="47F1712A" w14:textId="77777777" w:rsidR="002121BD" w:rsidRPr="00B8518B" w:rsidRDefault="002121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0BBEB616" w14:textId="77777777" w:rsidTr="00F13FDA">
      <w:tc>
        <w:tcPr>
          <w:tcW w:w="1021" w:type="dxa"/>
          <w:vAlign w:val="bottom"/>
        </w:tcPr>
        <w:p w14:paraId="6D2FDC0A" w14:textId="77777777"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2121BD" w:rsidRPr="00DD4862" w:rsidRDefault="002121BD" w:rsidP="00F13FDA">
          <w:pPr>
            <w:pStyle w:val="Zpatvlevo"/>
            <w:rPr>
              <w:b/>
            </w:rPr>
          </w:pPr>
          <w:r>
            <w:rPr>
              <w:b/>
            </w:rPr>
            <w:t>Příloha č. 2</w:t>
          </w:r>
        </w:p>
        <w:p w14:paraId="49286FA0" w14:textId="77777777" w:rsidR="002121BD" w:rsidRDefault="002121BD" w:rsidP="00F13FDA">
          <w:pPr>
            <w:pStyle w:val="Zpatvlevo"/>
          </w:pPr>
          <w:r w:rsidRPr="00B41CFD">
            <w:t>Smlouva o dílo</w:t>
          </w:r>
        </w:p>
        <w:p w14:paraId="2F4F2EAF" w14:textId="77777777" w:rsidR="002121BD" w:rsidRPr="003462EB" w:rsidRDefault="002121BD" w:rsidP="00F13FDA">
          <w:pPr>
            <w:pStyle w:val="Zpatvlevo"/>
          </w:pPr>
          <w:r>
            <w:t>Z</w:t>
          </w:r>
          <w:r w:rsidRPr="00B63BD1">
            <w:t>hotovení Projektové dokumentace a stavby</w:t>
          </w:r>
        </w:p>
      </w:tc>
    </w:tr>
  </w:tbl>
  <w:p w14:paraId="2E5C1A8C" w14:textId="77777777" w:rsidR="002121BD" w:rsidRPr="00F13FDA" w:rsidRDefault="002121B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39F222F1" w14:textId="77777777" w:rsidTr="00934B6B">
      <w:tc>
        <w:tcPr>
          <w:tcW w:w="0" w:type="auto"/>
          <w:tcMar>
            <w:left w:w="0" w:type="dxa"/>
            <w:right w:w="0" w:type="dxa"/>
          </w:tcMar>
          <w:vAlign w:val="bottom"/>
        </w:tcPr>
        <w:p w14:paraId="45B7265B" w14:textId="77777777" w:rsidR="002121BD" w:rsidRPr="00DD4862" w:rsidRDefault="002121BD" w:rsidP="00934B6B">
          <w:pPr>
            <w:pStyle w:val="Zpatvpravo"/>
            <w:rPr>
              <w:b/>
            </w:rPr>
          </w:pPr>
          <w:r w:rsidRPr="00DD4862">
            <w:rPr>
              <w:b/>
            </w:rPr>
            <w:t>Příloha č. 2</w:t>
          </w:r>
        </w:p>
        <w:p w14:paraId="1E47570A" w14:textId="77777777" w:rsidR="002121BD" w:rsidRPr="003462EB" w:rsidRDefault="002121BD" w:rsidP="00934B6B">
          <w:pPr>
            <w:pStyle w:val="Zpatvpravo"/>
          </w:pPr>
          <w:r>
            <w:t>Smlouva o dílo</w:t>
          </w:r>
        </w:p>
        <w:p w14:paraId="31E2D647"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5E2F564"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1</w:t>
          </w:r>
          <w:r>
            <w:rPr>
              <w:rStyle w:val="slostrnky"/>
            </w:rPr>
            <w:fldChar w:fldCharType="end"/>
          </w:r>
        </w:p>
      </w:tc>
    </w:tr>
  </w:tbl>
  <w:p w14:paraId="19334840" w14:textId="77777777" w:rsidR="002121BD" w:rsidRPr="00B8518B" w:rsidRDefault="002121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121BD" w:rsidRPr="003462EB" w14:paraId="5F7BD0FA" w14:textId="77777777" w:rsidTr="00F13FDA">
      <w:tc>
        <w:tcPr>
          <w:tcW w:w="1021" w:type="dxa"/>
          <w:vAlign w:val="bottom"/>
        </w:tcPr>
        <w:p w14:paraId="6ED25A52" w14:textId="77777777" w:rsidR="002121BD" w:rsidRPr="00B8518B" w:rsidRDefault="002121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2121BD" w:rsidRPr="00DD4862" w:rsidRDefault="002121BD" w:rsidP="00F13FDA">
          <w:pPr>
            <w:pStyle w:val="Zpatvlevo"/>
            <w:rPr>
              <w:b/>
            </w:rPr>
          </w:pPr>
          <w:r>
            <w:rPr>
              <w:b/>
            </w:rPr>
            <w:t>Příloha č. 3</w:t>
          </w:r>
        </w:p>
        <w:p w14:paraId="2507A82B" w14:textId="77777777" w:rsidR="002121BD" w:rsidRDefault="002121BD" w:rsidP="00F13FDA">
          <w:pPr>
            <w:pStyle w:val="Zpatvlevo"/>
          </w:pPr>
          <w:r w:rsidRPr="00B41CFD">
            <w:t>Smlouva o dílo</w:t>
          </w:r>
        </w:p>
        <w:p w14:paraId="31CB4DFE" w14:textId="77777777" w:rsidR="002121BD" w:rsidRPr="003462EB" w:rsidRDefault="002121BD" w:rsidP="00F13FDA">
          <w:pPr>
            <w:pStyle w:val="Zpatvlevo"/>
          </w:pPr>
          <w:r>
            <w:t>Z</w:t>
          </w:r>
          <w:r w:rsidRPr="00B63BD1">
            <w:t>hotovení Projektové dokumentace a stavby</w:t>
          </w:r>
        </w:p>
      </w:tc>
    </w:tr>
  </w:tbl>
  <w:p w14:paraId="2C0D0081" w14:textId="77777777" w:rsidR="002121BD" w:rsidRPr="00F13FDA" w:rsidRDefault="002121B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121BD" w:rsidRPr="009E09BE" w14:paraId="1724B44A" w14:textId="77777777" w:rsidTr="00934B6B">
      <w:tc>
        <w:tcPr>
          <w:tcW w:w="0" w:type="auto"/>
          <w:tcMar>
            <w:left w:w="0" w:type="dxa"/>
            <w:right w:w="0" w:type="dxa"/>
          </w:tcMar>
          <w:vAlign w:val="bottom"/>
        </w:tcPr>
        <w:p w14:paraId="6BCA8218" w14:textId="77777777" w:rsidR="002121BD" w:rsidRPr="00DD4862" w:rsidRDefault="002121BD" w:rsidP="00934B6B">
          <w:pPr>
            <w:pStyle w:val="Zpatvpravo"/>
            <w:rPr>
              <w:b/>
            </w:rPr>
          </w:pPr>
          <w:r w:rsidRPr="00DD4862">
            <w:rPr>
              <w:b/>
            </w:rPr>
            <w:t xml:space="preserve">Příloha č. </w:t>
          </w:r>
          <w:r>
            <w:rPr>
              <w:b/>
            </w:rPr>
            <w:t>3</w:t>
          </w:r>
        </w:p>
        <w:p w14:paraId="52EDCD13" w14:textId="77777777" w:rsidR="002121BD" w:rsidRPr="003462EB" w:rsidRDefault="002121BD" w:rsidP="00934B6B">
          <w:pPr>
            <w:pStyle w:val="Zpatvpravo"/>
          </w:pPr>
          <w:r>
            <w:t>Smlouva o dílo</w:t>
          </w:r>
        </w:p>
        <w:p w14:paraId="07E14393" w14:textId="77777777" w:rsidR="002121BD" w:rsidRPr="003462EB" w:rsidRDefault="002121B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26C6ECEA" w:rsidR="002121BD" w:rsidRPr="009E09BE" w:rsidRDefault="002121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41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2413">
            <w:rPr>
              <w:rStyle w:val="slostrnky"/>
              <w:noProof/>
            </w:rPr>
            <w:t>1</w:t>
          </w:r>
          <w:r>
            <w:rPr>
              <w:rStyle w:val="slostrnky"/>
            </w:rPr>
            <w:fldChar w:fldCharType="end"/>
          </w:r>
        </w:p>
      </w:tc>
    </w:tr>
  </w:tbl>
  <w:p w14:paraId="762526CA" w14:textId="77777777" w:rsidR="002121BD" w:rsidRPr="00B8518B" w:rsidRDefault="002121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2121BD" w:rsidRDefault="002121BD" w:rsidP="00962258">
      <w:pPr>
        <w:spacing w:after="0" w:line="240" w:lineRule="auto"/>
      </w:pPr>
      <w:r>
        <w:separator/>
      </w:r>
    </w:p>
  </w:footnote>
  <w:footnote w:type="continuationSeparator" w:id="0">
    <w:p w14:paraId="5605DA32" w14:textId="77777777" w:rsidR="002121BD" w:rsidRDefault="002121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21BD" w14:paraId="15F803D2" w14:textId="77777777" w:rsidTr="00B22106">
      <w:trPr>
        <w:trHeight w:hRule="exact" w:val="936"/>
      </w:trPr>
      <w:tc>
        <w:tcPr>
          <w:tcW w:w="1361" w:type="dxa"/>
          <w:tcMar>
            <w:left w:w="0" w:type="dxa"/>
            <w:right w:w="0" w:type="dxa"/>
          </w:tcMar>
        </w:tcPr>
        <w:p w14:paraId="4641E639" w14:textId="77777777" w:rsidR="002121BD" w:rsidRPr="00B8518B" w:rsidRDefault="002121BD" w:rsidP="00FC6389">
          <w:pPr>
            <w:pStyle w:val="Zpat"/>
            <w:rPr>
              <w:rStyle w:val="slostrnky"/>
            </w:rPr>
          </w:pPr>
        </w:p>
      </w:tc>
      <w:tc>
        <w:tcPr>
          <w:tcW w:w="3458" w:type="dxa"/>
          <w:shd w:val="clear" w:color="auto" w:fill="auto"/>
          <w:tcMar>
            <w:left w:w="0" w:type="dxa"/>
            <w:right w:w="0" w:type="dxa"/>
          </w:tcMar>
        </w:tcPr>
        <w:p w14:paraId="6929FCCF" w14:textId="77777777" w:rsidR="002121BD" w:rsidRDefault="002121B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2121BD" w:rsidRPr="00D6163D" w:rsidRDefault="002121BD" w:rsidP="00FC6389">
          <w:pPr>
            <w:pStyle w:val="Druhdokumentu"/>
          </w:pPr>
        </w:p>
      </w:tc>
    </w:tr>
    <w:tr w:rsidR="002121BD" w14:paraId="76D44D13" w14:textId="77777777" w:rsidTr="00B22106">
      <w:trPr>
        <w:trHeight w:hRule="exact" w:val="936"/>
      </w:trPr>
      <w:tc>
        <w:tcPr>
          <w:tcW w:w="1361" w:type="dxa"/>
          <w:tcMar>
            <w:left w:w="0" w:type="dxa"/>
            <w:right w:w="0" w:type="dxa"/>
          </w:tcMar>
        </w:tcPr>
        <w:p w14:paraId="66B7441D" w14:textId="77777777" w:rsidR="002121BD" w:rsidRPr="00B8518B" w:rsidRDefault="002121BD" w:rsidP="00FC6389">
          <w:pPr>
            <w:pStyle w:val="Zpat"/>
            <w:rPr>
              <w:rStyle w:val="slostrnky"/>
            </w:rPr>
          </w:pPr>
        </w:p>
      </w:tc>
      <w:tc>
        <w:tcPr>
          <w:tcW w:w="3458" w:type="dxa"/>
          <w:shd w:val="clear" w:color="auto" w:fill="auto"/>
          <w:tcMar>
            <w:left w:w="0" w:type="dxa"/>
            <w:right w:w="0" w:type="dxa"/>
          </w:tcMar>
        </w:tcPr>
        <w:p w14:paraId="1FBCE88D" w14:textId="77777777" w:rsidR="002121BD" w:rsidRDefault="002121BD" w:rsidP="00FC6389">
          <w:pPr>
            <w:pStyle w:val="Zpat"/>
          </w:pPr>
        </w:p>
      </w:tc>
      <w:tc>
        <w:tcPr>
          <w:tcW w:w="5756" w:type="dxa"/>
          <w:shd w:val="clear" w:color="auto" w:fill="auto"/>
          <w:tcMar>
            <w:left w:w="0" w:type="dxa"/>
            <w:right w:w="0" w:type="dxa"/>
          </w:tcMar>
        </w:tcPr>
        <w:p w14:paraId="2D321ECC" w14:textId="77777777" w:rsidR="002121BD" w:rsidRPr="00D6163D" w:rsidRDefault="002121BD" w:rsidP="00FC6389">
          <w:pPr>
            <w:pStyle w:val="Druhdokumentu"/>
          </w:pPr>
        </w:p>
      </w:tc>
    </w:tr>
  </w:tbl>
  <w:p w14:paraId="499DD15B" w14:textId="77777777" w:rsidR="002121BD" w:rsidRPr="00D6163D" w:rsidRDefault="002121BD" w:rsidP="00FC6389">
    <w:pPr>
      <w:pStyle w:val="Zhlav"/>
      <w:rPr>
        <w:sz w:val="8"/>
        <w:szCs w:val="8"/>
      </w:rPr>
    </w:pPr>
  </w:p>
  <w:p w14:paraId="467568D9" w14:textId="77777777" w:rsidR="002121BD" w:rsidRPr="00460660" w:rsidRDefault="002121B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2121BD" w:rsidRPr="00D6163D" w:rsidRDefault="002121B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2121BD" w:rsidRPr="00D6163D" w:rsidRDefault="002121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2121BD" w:rsidRPr="00D6163D" w:rsidRDefault="002121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2121BD" w:rsidRPr="00D6163D" w:rsidRDefault="002121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2121BD" w:rsidRPr="00D6163D" w:rsidRDefault="002121B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2121BD" w:rsidRPr="00D6163D" w:rsidRDefault="002121B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2121BD" w:rsidRPr="00D6163D" w:rsidRDefault="002121B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2121BD" w:rsidRPr="00D6163D" w:rsidRDefault="002121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FB4730"/>
    <w:multiLevelType w:val="hybridMultilevel"/>
    <w:tmpl w:val="70365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num>
  <w:num w:numId="35">
    <w:abstractNumId w:val="9"/>
  </w:num>
  <w:num w:numId="36">
    <w:abstractNumId w:val="14"/>
  </w:num>
  <w:num w:numId="37">
    <w:abstractNumId w:val="7"/>
  </w:num>
  <w:num w:numId="38">
    <w:abstractNumId w:val="0"/>
  </w:num>
  <w:num w:numId="39">
    <w:abstractNumId w:val="6"/>
  </w:num>
  <w:num w:numId="4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0F6E25"/>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121BD"/>
    <w:rsid w:val="00225027"/>
    <w:rsid w:val="00225674"/>
    <w:rsid w:val="00231697"/>
    <w:rsid w:val="002333E5"/>
    <w:rsid w:val="00237604"/>
    <w:rsid w:val="00240B81"/>
    <w:rsid w:val="00242413"/>
    <w:rsid w:val="00247D01"/>
    <w:rsid w:val="00252206"/>
    <w:rsid w:val="00255032"/>
    <w:rsid w:val="00255B10"/>
    <w:rsid w:val="002560C5"/>
    <w:rsid w:val="00261A5B"/>
    <w:rsid w:val="00262E5B"/>
    <w:rsid w:val="00276AFE"/>
    <w:rsid w:val="00286E07"/>
    <w:rsid w:val="0029098E"/>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60DD"/>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3C39"/>
    <w:rsid w:val="005D6794"/>
    <w:rsid w:val="005E22EE"/>
    <w:rsid w:val="005E7125"/>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23ED1"/>
    <w:rsid w:val="00740AF5"/>
    <w:rsid w:val="00743525"/>
    <w:rsid w:val="00745D88"/>
    <w:rsid w:val="007470DC"/>
    <w:rsid w:val="00750F13"/>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2A4B"/>
    <w:rsid w:val="00BD5DE9"/>
    <w:rsid w:val="00BD7E91"/>
    <w:rsid w:val="00BD7F0D"/>
    <w:rsid w:val="00BE5FD5"/>
    <w:rsid w:val="00BF1F9D"/>
    <w:rsid w:val="00BF2895"/>
    <w:rsid w:val="00BF4C5D"/>
    <w:rsid w:val="00C01453"/>
    <w:rsid w:val="00C02D0A"/>
    <w:rsid w:val="00C03A6E"/>
    <w:rsid w:val="00C04CDD"/>
    <w:rsid w:val="00C226C0"/>
    <w:rsid w:val="00C240B6"/>
    <w:rsid w:val="00C42FE6"/>
    <w:rsid w:val="00C44F6A"/>
    <w:rsid w:val="00C537D8"/>
    <w:rsid w:val="00C6198E"/>
    <w:rsid w:val="00C708EA"/>
    <w:rsid w:val="00C717BC"/>
    <w:rsid w:val="00C729BC"/>
    <w:rsid w:val="00C778A5"/>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32F5"/>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70485B-6723-4992-AC61-241CDA11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33</Pages>
  <Words>6483</Words>
  <Characters>38253</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2021-01-18T09:56:00Z</cp:lastPrinted>
  <dcterms:created xsi:type="dcterms:W3CDTF">2021-03-15T09:22:00Z</dcterms:created>
  <dcterms:modified xsi:type="dcterms:W3CDTF">2021-03-15T09:24:00Z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